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330D03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Uppercas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D7555" w:rsidRPr="004F6750">
              <w:rPr>
                <w:noProof/>
              </w:rPr>
              <w:t>SISEAUDITITALITUSE JUHATAJA</w:t>
            </w:r>
            <w:r>
              <w:fldChar w:fldCharType="end"/>
            </w:r>
          </w:p>
          <w:p w:rsidR="00F158E9" w:rsidRDefault="00F158E9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F158E9" w:rsidRDefault="00F158E9"/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F158E9" w:rsidRDefault="00330D03" w:rsidP="00A07321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D7555">
              <w:t>30</w:t>
            </w:r>
            <w:r w:rsidR="00C23386">
              <w:rPr>
                <w:noProof/>
              </w:rPr>
              <w:t>. j</w:t>
            </w:r>
            <w:r w:rsidR="008D7555">
              <w:rPr>
                <w:noProof/>
              </w:rPr>
              <w:t>aanuar</w:t>
            </w:r>
            <w:r w:rsidR="00C23386">
              <w:rPr>
                <w:noProof/>
              </w:rPr>
              <w:t xml:space="preserve"> 201</w:t>
            </w:r>
            <w:r w:rsidR="00A07321">
              <w:rPr>
                <w:noProof/>
              </w:rPr>
              <w:t>7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23386">
              <w:rPr>
                <w:noProof/>
              </w:rPr>
              <w:t>2-2/</w:t>
            </w:r>
            <w:r w:rsidR="00A07321">
              <w:rPr>
                <w:noProof/>
              </w:rPr>
              <w:t>14</w:t>
            </w:r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37522C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Footer"/>
      </w:pPr>
    </w:p>
    <w:bookmarkStart w:id="0" w:name="Text7"/>
    <w:p w:rsidR="00627429" w:rsidRDefault="00D638ED" w:rsidP="00C23386">
      <w:pPr>
        <w:pStyle w:val="Heading1"/>
        <w:rPr>
          <w:noProof/>
        </w:rPr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First capital"/>
            </w:textInput>
          </w:ffData>
        </w:fldChar>
      </w:r>
      <w:r>
        <w:instrText xml:space="preserve"> FORMTEXT </w:instrText>
      </w:r>
      <w:r>
        <w:fldChar w:fldCharType="separate"/>
      </w:r>
      <w:r w:rsidR="00C23386">
        <w:rPr>
          <w:noProof/>
        </w:rPr>
        <w:t>Isikliku sõiduauto töösõitudeks</w:t>
      </w:r>
    </w:p>
    <w:p w:rsidR="00F158E9" w:rsidRDefault="00C23386" w:rsidP="00C23386">
      <w:pPr>
        <w:pStyle w:val="Heading1"/>
      </w:pPr>
      <w:r>
        <w:rPr>
          <w:noProof/>
        </w:rPr>
        <w:t xml:space="preserve">kasutamise kulude hüvitamine </w:t>
      </w:r>
      <w:r w:rsidR="00D638ED">
        <w:fldChar w:fldCharType="end"/>
      </w:r>
      <w:bookmarkEnd w:id="0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F158E9" w:rsidRDefault="008F52F7" w:rsidP="008D7555">
      <w:pPr>
        <w:pStyle w:val="Default"/>
        <w:jc w:val="both"/>
      </w:pPr>
      <w:r w:rsidRPr="00CB1CDE">
        <w:lastRenderedPageBreak/>
        <w:t>Riigimetsa Majandamise Keskuse</w:t>
      </w:r>
      <w:r>
        <w:t xml:space="preserve"> nõukogu 10</w:t>
      </w:r>
      <w:r w:rsidRPr="00CB1CDE">
        <w:t>.0</w:t>
      </w:r>
      <w:r>
        <w:t>5</w:t>
      </w:r>
      <w:r w:rsidRPr="00CB1CDE">
        <w:t>.201</w:t>
      </w:r>
      <w:r>
        <w:t>3</w:t>
      </w:r>
      <w:r w:rsidRPr="00CB1CDE">
        <w:t>. a otsusega</w:t>
      </w:r>
      <w:r>
        <w:t xml:space="preserve"> nr 1-11/4/4.1 kinnitatud „Siseaudititalituse põhimääruse“ punkti 16 alusel </w:t>
      </w:r>
      <w:r w:rsidR="00C23386" w:rsidRPr="004F1B7A">
        <w:rPr>
          <w:noProof/>
        </w:rPr>
        <w:t xml:space="preserve">ja tulenevalt </w:t>
      </w:r>
      <w:r w:rsidR="00C23386" w:rsidRPr="004F1B7A">
        <w:t xml:space="preserve">RMK juhatuse </w:t>
      </w:r>
      <w:r w:rsidR="00D719F3">
        <w:t>28</w:t>
      </w:r>
      <w:r w:rsidR="00C23386" w:rsidRPr="004F1B7A">
        <w:t>. j</w:t>
      </w:r>
      <w:r w:rsidR="00D719F3">
        <w:t>uuni</w:t>
      </w:r>
      <w:r w:rsidR="00C23386" w:rsidRPr="004F1B7A">
        <w:t xml:space="preserve"> 201</w:t>
      </w:r>
      <w:r w:rsidR="00D719F3">
        <w:t>6</w:t>
      </w:r>
      <w:r w:rsidR="00C23386" w:rsidRPr="004F1B7A">
        <w:t>. a otsuse nr 1-32/</w:t>
      </w:r>
      <w:r w:rsidR="00D719F3">
        <w:t>5</w:t>
      </w:r>
      <w:r w:rsidR="00C23386" w:rsidRPr="004F1B7A">
        <w:t>4 „</w:t>
      </w:r>
      <w:r w:rsidR="004F1B7A" w:rsidRPr="004F1B7A">
        <w:t>Riigimetsa Majandamise Keskuse töösõitude korraldamise põhimõtted</w:t>
      </w:r>
      <w:r w:rsidR="00C23386" w:rsidRPr="004F1B7A">
        <w:t xml:space="preserve">“ lisa </w:t>
      </w:r>
      <w:r w:rsidR="00D719F3">
        <w:t>4</w:t>
      </w:r>
      <w:r w:rsidR="00C23386" w:rsidRPr="004F1B7A">
        <w:t xml:space="preserve"> „</w:t>
      </w:r>
      <w:r w:rsidR="00C23386" w:rsidRPr="004F1B7A">
        <w:rPr>
          <w:bCs/>
        </w:rPr>
        <w:t>Isikliku sõiduki töösõitudeks</w:t>
      </w:r>
      <w:r w:rsidR="00C23386" w:rsidRPr="003B3A53">
        <w:rPr>
          <w:rFonts w:ascii="Times-Bold" w:hAnsi="Times-Bold" w:cs="Times-Bold"/>
          <w:bCs/>
        </w:rPr>
        <w:t xml:space="preserve"> kasutamise üle arvestuse pidamise kord</w:t>
      </w:r>
      <w:r w:rsidR="00C23386">
        <w:t xml:space="preserve">“ punktist </w:t>
      </w:r>
      <w:r w:rsidR="00D719F3">
        <w:t>3</w:t>
      </w:r>
      <w:r w:rsidR="00C23386">
        <w:t xml:space="preserve"> </w:t>
      </w:r>
    </w:p>
    <w:p w:rsidR="00C23386" w:rsidRDefault="00C23386" w:rsidP="008D7555">
      <w:pPr>
        <w:pStyle w:val="Default"/>
        <w:jc w:val="both"/>
      </w:pPr>
    </w:p>
    <w:p w:rsidR="00C23386" w:rsidRDefault="00C23386" w:rsidP="00C23386">
      <w:pPr>
        <w:jc w:val="both"/>
        <w:rPr>
          <w:noProof/>
        </w:rPr>
      </w:pPr>
      <w:r>
        <w:rPr>
          <w:noProof/>
        </w:rPr>
        <w:t xml:space="preserve">m a k s t a  RMK </w:t>
      </w:r>
      <w:r w:rsidR="008F52F7">
        <w:rPr>
          <w:noProof/>
        </w:rPr>
        <w:t>siseaudititalituse siseaudiitor Teet Tomson</w:t>
      </w:r>
      <w:r w:rsidR="00032176">
        <w:rPr>
          <w:noProof/>
        </w:rPr>
        <w:t>’</w:t>
      </w:r>
      <w:r w:rsidR="008F52F7">
        <w:rPr>
          <w:noProof/>
        </w:rPr>
        <w:t>ile</w:t>
      </w:r>
      <w:r>
        <w:rPr>
          <w:noProof/>
        </w:rPr>
        <w:t xml:space="preserve"> ajavahemiku</w:t>
      </w:r>
      <w:r w:rsidR="008F52F7">
        <w:rPr>
          <w:noProof/>
        </w:rPr>
        <w:t>l</w:t>
      </w:r>
      <w:r>
        <w:rPr>
          <w:noProof/>
        </w:rPr>
        <w:t xml:space="preserve"> 1. </w:t>
      </w:r>
      <w:r w:rsidR="008D7555">
        <w:rPr>
          <w:noProof/>
        </w:rPr>
        <w:t>jaanuar</w:t>
      </w:r>
      <w:r>
        <w:rPr>
          <w:noProof/>
        </w:rPr>
        <w:t xml:space="preserve"> 201</w:t>
      </w:r>
      <w:r w:rsidR="008D7555">
        <w:rPr>
          <w:noProof/>
        </w:rPr>
        <w:t>7</w:t>
      </w:r>
      <w:r>
        <w:rPr>
          <w:noProof/>
        </w:rPr>
        <w:t xml:space="preserve">. </w:t>
      </w:r>
      <w:r w:rsidR="00032176">
        <w:rPr>
          <w:noProof/>
        </w:rPr>
        <w:t>a</w:t>
      </w:r>
      <w:r>
        <w:rPr>
          <w:noProof/>
        </w:rPr>
        <w:t xml:space="preserve"> kuni 31. detsember 201</w:t>
      </w:r>
      <w:r w:rsidR="00A07321">
        <w:rPr>
          <w:noProof/>
        </w:rPr>
        <w:t>7</w:t>
      </w:r>
      <w:r>
        <w:rPr>
          <w:noProof/>
        </w:rPr>
        <w:t>.</w:t>
      </w:r>
      <w:r w:rsidR="00032176">
        <w:rPr>
          <w:noProof/>
        </w:rPr>
        <w:t xml:space="preserve"> </w:t>
      </w:r>
      <w:r w:rsidR="00A07321">
        <w:rPr>
          <w:noProof/>
        </w:rPr>
        <w:t>a</w:t>
      </w:r>
      <w:r>
        <w:rPr>
          <w:noProof/>
        </w:rPr>
        <w:t xml:space="preserve"> isikliku sõiduauto töösõitudeks kasutamisel hüvitist määraga 0</w:t>
      </w:r>
      <w:r w:rsidR="004F1B7A">
        <w:rPr>
          <w:noProof/>
        </w:rPr>
        <w:t>,</w:t>
      </w:r>
      <w:r>
        <w:rPr>
          <w:noProof/>
        </w:rPr>
        <w:t xml:space="preserve">25 </w:t>
      </w:r>
      <w:r w:rsidR="004F1B7A">
        <w:rPr>
          <w:noProof/>
        </w:rPr>
        <w:t>€</w:t>
      </w:r>
      <w:r>
        <w:rPr>
          <w:noProof/>
        </w:rPr>
        <w:t xml:space="preserve"> ühe tööülesannete täitmisel sõidetud kilomeetri kohta. </w:t>
      </w:r>
    </w:p>
    <w:p w:rsidR="00D719F3" w:rsidRDefault="00D719F3" w:rsidP="00C23386">
      <w:pPr>
        <w:jc w:val="both"/>
        <w:rPr>
          <w:noProof/>
        </w:rPr>
      </w:pPr>
    </w:p>
    <w:p w:rsidR="00C23386" w:rsidRDefault="00C23386" w:rsidP="00C23386">
      <w:pPr>
        <w:pStyle w:val="Default"/>
        <w:rPr>
          <w:noProof/>
        </w:rPr>
      </w:pPr>
    </w:p>
    <w:p w:rsidR="00A07321" w:rsidRDefault="00A07321" w:rsidP="00C23386">
      <w:pPr>
        <w:pStyle w:val="Default"/>
        <w:rPr>
          <w:noProof/>
        </w:rPr>
        <w:sectPr w:rsidR="00A07321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F158E9" w:rsidRDefault="00F158E9"/>
    <w:p w:rsidR="00F158E9" w:rsidRDefault="00F158E9"/>
    <w:bookmarkStart w:id="1" w:name="Dropdown9"/>
    <w:p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8C1473">
        <w:rPr>
          <w:spacing w:val="0"/>
          <w:position w:val="0"/>
        </w:rPr>
      </w:r>
      <w:r w:rsidR="008C1473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1"/>
    </w:p>
    <w:p w:rsidR="00F158E9" w:rsidRDefault="00F158E9"/>
    <w:p w:rsidR="00F158E9" w:rsidRDefault="00F158E9"/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8F52F7">
        <w:rPr>
          <w:noProof/>
        </w:rPr>
        <w:t>Piret Lantin</w:t>
      </w:r>
      <w:r>
        <w:fldChar w:fldCharType="end"/>
      </w:r>
    </w:p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8F52F7">
        <w:t>Siseaudititalituse juhataja</w:t>
      </w:r>
      <w:r>
        <w:fldChar w:fldCharType="end"/>
      </w:r>
    </w:p>
    <w:p w:rsidR="00F158E9" w:rsidRDefault="00F158E9"/>
    <w:p w:rsidR="00F158E9" w:rsidRDefault="00F158E9"/>
    <w:p w:rsidR="00F158E9" w:rsidRDefault="00F158E9"/>
    <w:bookmarkStart w:id="2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C23386" w:rsidRPr="00C23386">
        <w:rPr>
          <w:noProof/>
        </w:rPr>
        <w:t xml:space="preserve">Jaotuskava: </w:t>
      </w:r>
      <w:r w:rsidR="008F52F7">
        <w:rPr>
          <w:noProof/>
        </w:rPr>
        <w:t>Teet Tomson</w:t>
      </w:r>
      <w:r w:rsidR="00C23386" w:rsidRPr="00C23386">
        <w:rPr>
          <w:noProof/>
        </w:rPr>
        <w:t xml:space="preserve">, </w:t>
      </w:r>
      <w:bookmarkStart w:id="3" w:name="_GoBack"/>
      <w:bookmarkEnd w:id="3"/>
      <w:r w:rsidR="00C23386" w:rsidRPr="00C23386">
        <w:rPr>
          <w:noProof/>
        </w:rPr>
        <w:t>finantsosakond</w:t>
      </w:r>
      <w:r>
        <w:fldChar w:fldCharType="end"/>
      </w:r>
      <w:bookmarkEnd w:id="2"/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D638ED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473" w:rsidRDefault="008C1473">
      <w:r>
        <w:separator/>
      </w:r>
    </w:p>
  </w:endnote>
  <w:endnote w:type="continuationSeparator" w:id="0">
    <w:p w:rsidR="008C1473" w:rsidRDefault="008C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473" w:rsidRDefault="008C1473">
      <w:r>
        <w:separator/>
      </w:r>
    </w:p>
  </w:footnote>
  <w:footnote w:type="continuationSeparator" w:id="0">
    <w:p w:rsidR="008C1473" w:rsidRDefault="008C14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8D7555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CD9"/>
    <w:rsid w:val="00032176"/>
    <w:rsid w:val="000C39D8"/>
    <w:rsid w:val="000F22FF"/>
    <w:rsid w:val="00160BE3"/>
    <w:rsid w:val="00174028"/>
    <w:rsid w:val="001C4AEF"/>
    <w:rsid w:val="001D7353"/>
    <w:rsid w:val="00330D03"/>
    <w:rsid w:val="0037522C"/>
    <w:rsid w:val="003B2CD9"/>
    <w:rsid w:val="00423239"/>
    <w:rsid w:val="004D454C"/>
    <w:rsid w:val="004F1B7A"/>
    <w:rsid w:val="004F306D"/>
    <w:rsid w:val="004F6750"/>
    <w:rsid w:val="005B39CA"/>
    <w:rsid w:val="00627429"/>
    <w:rsid w:val="006B2128"/>
    <w:rsid w:val="00730CDB"/>
    <w:rsid w:val="00783A6F"/>
    <w:rsid w:val="007D1416"/>
    <w:rsid w:val="00846454"/>
    <w:rsid w:val="008C1473"/>
    <w:rsid w:val="008D7555"/>
    <w:rsid w:val="008F52F7"/>
    <w:rsid w:val="009E24DD"/>
    <w:rsid w:val="00A07321"/>
    <w:rsid w:val="00B23E37"/>
    <w:rsid w:val="00C23386"/>
    <w:rsid w:val="00D638ED"/>
    <w:rsid w:val="00D719F3"/>
    <w:rsid w:val="00E23714"/>
    <w:rsid w:val="00F158E9"/>
    <w:rsid w:val="00FA7132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3B2C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2CD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C233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719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3B2C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2CD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C233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719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isu\AppData\Local\Microsoft\Windows\Temporary%20Internet%20Files\Content.IE5\NOFF6Y3I\k&#228;skkir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</Template>
  <TotalTime>3</TotalTime>
  <Pages>1</Pages>
  <Words>149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 Ltd., Parnu mnt 154, 11317 Tallinn, Estonia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RMK</dc:creator>
  <dc:description>Ver 2.0, 01.2013</dc:description>
  <cp:lastModifiedBy>Piret Lantin</cp:lastModifiedBy>
  <cp:revision>3</cp:revision>
  <cp:lastPrinted>2003-07-14T19:24:00Z</cp:lastPrinted>
  <dcterms:created xsi:type="dcterms:W3CDTF">2017-01-30T16:47:00Z</dcterms:created>
  <dcterms:modified xsi:type="dcterms:W3CDTF">2017-01-30T16:50:00Z</dcterms:modified>
</cp:coreProperties>
</file>